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B76F7C2" w14:textId="77777777" w:rsidR="00931B06" w:rsidRDefault="00931B06" w:rsidP="00931B06">
      <w:pPr>
        <w:jc w:val="center"/>
        <w:rPr>
          <w:b/>
          <w:bCs/>
          <w:color w:val="212529"/>
          <w:szCs w:val="24"/>
          <w:lang w:eastAsia="lt-LT"/>
        </w:rPr>
      </w:pPr>
      <w:r>
        <w:rPr>
          <w:b/>
          <w:bCs/>
          <w:color w:val="212529"/>
          <w:szCs w:val="24"/>
          <w:lang w:eastAsia="lt-LT"/>
        </w:rPr>
        <w:t>DĖL SKUODO RAJONO SAVIVALDYBĖS NEKILNOJAMOJO TURTO NURAŠYMO</w:t>
      </w:r>
    </w:p>
    <w:p w14:paraId="2E0BA286" w14:textId="77777777" w:rsidR="00931B06" w:rsidRDefault="00931B06" w:rsidP="00931B06">
      <w:pPr>
        <w:jc w:val="center"/>
        <w:rPr>
          <w:b/>
        </w:rPr>
      </w:pPr>
    </w:p>
    <w:p w14:paraId="0F66A861" w14:textId="2B0E92FA" w:rsidR="00931B06" w:rsidRPr="00DC1C70" w:rsidRDefault="00931B06" w:rsidP="00931B06">
      <w:pPr>
        <w:jc w:val="center"/>
        <w:rPr>
          <w:color w:val="000000"/>
          <w:szCs w:val="24"/>
        </w:rPr>
      </w:pPr>
      <w:r w:rsidRPr="00DC1C70">
        <w:rPr>
          <w:color w:val="00000A"/>
          <w:szCs w:val="24"/>
        </w:rPr>
        <w:t>202</w:t>
      </w:r>
      <w:r w:rsidR="00CD1D54">
        <w:rPr>
          <w:color w:val="00000A"/>
          <w:szCs w:val="24"/>
        </w:rPr>
        <w:t>6</w:t>
      </w:r>
      <w:r w:rsidR="004D334F">
        <w:rPr>
          <w:color w:val="00000A"/>
          <w:szCs w:val="24"/>
        </w:rPr>
        <w:t xml:space="preserve"> m. </w:t>
      </w:r>
      <w:r w:rsidR="00CD1D54">
        <w:rPr>
          <w:color w:val="00000A"/>
          <w:szCs w:val="24"/>
        </w:rPr>
        <w:t>sausio</w:t>
      </w:r>
      <w:r w:rsidR="004D334F">
        <w:rPr>
          <w:color w:val="00000A"/>
          <w:szCs w:val="24"/>
        </w:rPr>
        <w:t xml:space="preserve"> </w:t>
      </w:r>
      <w:r w:rsidR="008F3E0B">
        <w:rPr>
          <w:color w:val="00000A"/>
          <w:szCs w:val="24"/>
        </w:rPr>
        <w:t xml:space="preserve">19 </w:t>
      </w:r>
      <w:r w:rsidRPr="00DC1C70">
        <w:rPr>
          <w:color w:val="00000A"/>
          <w:szCs w:val="24"/>
        </w:rPr>
        <w:t>d. Nr. T</w:t>
      </w:r>
      <w:r>
        <w:rPr>
          <w:color w:val="00000A"/>
          <w:szCs w:val="24"/>
        </w:rPr>
        <w:t>10-</w:t>
      </w:r>
      <w:r w:rsidR="008F3E0B">
        <w:rPr>
          <w:color w:val="00000A"/>
          <w:szCs w:val="24"/>
        </w:rPr>
        <w:t>13</w:t>
      </w:r>
    </w:p>
    <w:p w14:paraId="70563F77" w14:textId="77777777" w:rsidR="00931B06" w:rsidRPr="00DC1C70" w:rsidRDefault="00931B06" w:rsidP="00931B06">
      <w:pPr>
        <w:jc w:val="center"/>
      </w:pPr>
      <w:r w:rsidRPr="00DC1C70">
        <w:t>Skuodas</w:t>
      </w:r>
    </w:p>
    <w:p w14:paraId="37CDBB35" w14:textId="77777777" w:rsidR="00931B06" w:rsidRDefault="00931B06" w:rsidP="00931B06">
      <w:pPr>
        <w:spacing w:line="360" w:lineRule="auto"/>
        <w:jc w:val="both"/>
        <w:rPr>
          <w:color w:val="00000A"/>
          <w:szCs w:val="24"/>
        </w:rPr>
      </w:pPr>
    </w:p>
    <w:p w14:paraId="6A93A735" w14:textId="77777777" w:rsidR="00931B06" w:rsidRPr="00346BD3" w:rsidRDefault="00931B06" w:rsidP="00931B06">
      <w:pPr>
        <w:pStyle w:val="Sraopastraipa"/>
        <w:shd w:val="clear" w:color="auto" w:fill="FFFFFF"/>
        <w:tabs>
          <w:tab w:val="left" w:pos="1560"/>
        </w:tabs>
        <w:ind w:left="0" w:firstLine="1247"/>
        <w:jc w:val="both"/>
        <w:rPr>
          <w:color w:val="212529"/>
          <w:szCs w:val="24"/>
          <w:lang w:eastAsia="lt-LT"/>
        </w:rPr>
      </w:pPr>
      <w:r w:rsidRPr="00EC67D7">
        <w:rPr>
          <w:color w:val="212529"/>
          <w:szCs w:val="24"/>
          <w:lang w:eastAsia="lt-LT"/>
        </w:rPr>
        <w:t xml:space="preserve">Vadovaudamasi </w:t>
      </w:r>
      <w:bookmarkStart w:id="0" w:name="_Hlk178669253"/>
      <w:r w:rsidRPr="00EC67D7">
        <w:rPr>
          <w:color w:val="212529"/>
          <w:szCs w:val="24"/>
          <w:lang w:eastAsia="lt-LT"/>
        </w:rPr>
        <w:t xml:space="preserve">Lietuvos Respublikos vietos savivaldos įstatymo 15 straipsnio 2 dalies 19 punktu, 63 straipsniu, Lietuvos Respublikos valstybės ir savivaldybių turto valdymo, naudojimo ir disponavimo juo įstatymo 8 straipsnio 1 dalies 1 punktu, 26 straipsnio 1 dalies 1 punktu ir 4 dalimi, 27 straipsnio 2 dalimi, </w:t>
      </w:r>
      <w:bookmarkEnd w:id="0"/>
      <w:r w:rsidRPr="00EC67D7">
        <w:rPr>
          <w:color w:val="212529"/>
          <w:szCs w:val="24"/>
          <w:lang w:eastAsia="lt-LT"/>
        </w:rPr>
        <w:t>Lietuvos Respublikos Vyriausybės 2001 m. spalio 19 d. nutarimu Nr. 1250 „Dėl Pripažinto nereikalingu arba netinkamu (negalimu) naudoti valstybės ir savivaldybių turto nurašymo, išardymo ir likvidavimo tvarkos aprašo patvirtinimo“ patvirtinto Pripažinto nereikalingu arba netinkamu (negalimu) naudoti valstybės ir savivaldybių turto nurašymo, išardymo ir likvidavimo tvarkos aprašo 13.1.1 papunkčiu, Skuodo rajono savivaldybės taryba</w:t>
      </w:r>
      <w:r>
        <w:rPr>
          <w:color w:val="212529"/>
          <w:szCs w:val="24"/>
          <w:lang w:eastAsia="lt-LT"/>
        </w:rPr>
        <w:t xml:space="preserve"> </w:t>
      </w:r>
      <w:r w:rsidRPr="00EC67D7">
        <w:rPr>
          <w:color w:val="212529"/>
          <w:szCs w:val="24"/>
          <w:lang w:eastAsia="lt-LT"/>
        </w:rPr>
        <w:t xml:space="preserve"> </w:t>
      </w:r>
      <w:r w:rsidRPr="00DC1C70">
        <w:rPr>
          <w:color w:val="212529"/>
          <w:spacing w:val="40"/>
          <w:szCs w:val="24"/>
          <w:lang w:eastAsia="lt-LT"/>
        </w:rPr>
        <w:t>nusprendži</w:t>
      </w:r>
      <w:r>
        <w:rPr>
          <w:color w:val="212529"/>
          <w:spacing w:val="20"/>
          <w:szCs w:val="24"/>
          <w:lang w:eastAsia="lt-LT"/>
        </w:rPr>
        <w:t>a</w:t>
      </w:r>
      <w:r w:rsidRPr="00346BD3">
        <w:rPr>
          <w:color w:val="212529"/>
          <w:spacing w:val="20"/>
          <w:szCs w:val="24"/>
          <w:lang w:eastAsia="lt-LT"/>
        </w:rPr>
        <w:t>:</w:t>
      </w:r>
    </w:p>
    <w:p w14:paraId="3D829CFB" w14:textId="60DC167F" w:rsidR="00931B06" w:rsidRDefault="00931B06" w:rsidP="00931B06">
      <w:pPr>
        <w:pStyle w:val="Sraopastraipa"/>
        <w:shd w:val="clear" w:color="auto" w:fill="FFFFFF"/>
        <w:tabs>
          <w:tab w:val="left" w:pos="1560"/>
        </w:tabs>
        <w:ind w:left="0" w:firstLine="1247"/>
        <w:jc w:val="both"/>
        <w:rPr>
          <w:color w:val="212529"/>
          <w:szCs w:val="24"/>
          <w:lang w:eastAsia="lt-LT"/>
        </w:rPr>
      </w:pPr>
      <w:r>
        <w:rPr>
          <w:color w:val="212529"/>
          <w:szCs w:val="24"/>
          <w:lang w:eastAsia="lt-LT"/>
        </w:rPr>
        <w:t xml:space="preserve">1. </w:t>
      </w:r>
      <w:r w:rsidRPr="00EC67D7">
        <w:rPr>
          <w:color w:val="212529"/>
          <w:szCs w:val="24"/>
          <w:lang w:eastAsia="lt-LT"/>
        </w:rPr>
        <w:t>Pripažinti netinkamu (negalimu) naudoti fiziškai ir funkciškai nusidėvėjusį, Skuodo rajono savivaldybei nuosavybės teise priklausantį, sunykusį</w:t>
      </w:r>
      <w:r w:rsidR="00642253">
        <w:rPr>
          <w:color w:val="212529"/>
          <w:szCs w:val="24"/>
          <w:lang w:eastAsia="lt-LT"/>
        </w:rPr>
        <w:t xml:space="preserve"> (sunaikintą)</w:t>
      </w:r>
      <w:r w:rsidRPr="00EC67D7">
        <w:rPr>
          <w:color w:val="212529"/>
          <w:szCs w:val="24"/>
          <w:lang w:eastAsia="lt-LT"/>
        </w:rPr>
        <w:t xml:space="preserve"> nekilnojamąjį turtą pagal sąrašą (pridedama).</w:t>
      </w:r>
    </w:p>
    <w:p w14:paraId="56CD2545" w14:textId="77777777" w:rsidR="00931B06" w:rsidRDefault="00931B06" w:rsidP="00931B06">
      <w:pPr>
        <w:pStyle w:val="Sraopastraipa"/>
        <w:shd w:val="clear" w:color="auto" w:fill="FFFFFF"/>
        <w:tabs>
          <w:tab w:val="left" w:pos="1560"/>
        </w:tabs>
        <w:ind w:left="0" w:firstLine="1247"/>
        <w:jc w:val="both"/>
        <w:rPr>
          <w:color w:val="212529"/>
          <w:szCs w:val="24"/>
          <w:lang w:eastAsia="lt-LT"/>
        </w:rPr>
      </w:pPr>
      <w:r>
        <w:rPr>
          <w:color w:val="212529"/>
          <w:szCs w:val="24"/>
          <w:lang w:eastAsia="lt-LT"/>
        </w:rPr>
        <w:t xml:space="preserve">2. </w:t>
      </w:r>
      <w:r w:rsidRPr="00A65650">
        <w:rPr>
          <w:color w:val="212529"/>
          <w:szCs w:val="24"/>
          <w:lang w:eastAsia="lt-LT"/>
        </w:rPr>
        <w:t>N</w:t>
      </w:r>
      <w:r w:rsidRPr="00EC67D7">
        <w:rPr>
          <w:color w:val="212529"/>
          <w:szCs w:val="24"/>
          <w:lang w:eastAsia="lt-LT"/>
        </w:rPr>
        <w:t>urašyti sprendimo 1 punktu pripažintą nereikalingu arba netinkamu (negalimu) naudoti turtą.</w:t>
      </w:r>
    </w:p>
    <w:p w14:paraId="171BAAF9" w14:textId="6DBC7B54" w:rsidR="00931B06" w:rsidRPr="00EC67D7" w:rsidRDefault="00931B06" w:rsidP="00931B06">
      <w:pPr>
        <w:pStyle w:val="Sraopastraipa"/>
        <w:shd w:val="clear" w:color="auto" w:fill="FFFFFF"/>
        <w:tabs>
          <w:tab w:val="left" w:pos="1560"/>
        </w:tabs>
        <w:ind w:left="0" w:firstLine="1247"/>
        <w:jc w:val="both"/>
        <w:rPr>
          <w:color w:val="212529"/>
          <w:szCs w:val="24"/>
          <w:lang w:eastAsia="lt-LT"/>
        </w:rPr>
      </w:pPr>
      <w:r>
        <w:rPr>
          <w:color w:val="212529"/>
          <w:szCs w:val="24"/>
          <w:lang w:eastAsia="lt-LT"/>
        </w:rPr>
        <w:t xml:space="preserve">3. </w:t>
      </w:r>
      <w:r w:rsidRPr="00EC67D7">
        <w:rPr>
          <w:color w:val="212529"/>
          <w:szCs w:val="24"/>
          <w:lang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1B7AE34F" w14:textId="77777777" w:rsidR="00931B06" w:rsidRDefault="00931B06" w:rsidP="00931B06">
      <w:pPr>
        <w:jc w:val="both"/>
        <w:rPr>
          <w:szCs w:val="24"/>
        </w:rPr>
      </w:pPr>
    </w:p>
    <w:p w14:paraId="546F00CD" w14:textId="77777777" w:rsidR="00931B06" w:rsidRDefault="00931B06" w:rsidP="00931B06">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8F3E0B" w14:paraId="785CDDEE" w14:textId="77777777" w:rsidTr="008F3E0B">
        <w:tc>
          <w:tcPr>
            <w:tcW w:w="4814" w:type="dxa"/>
          </w:tcPr>
          <w:p w14:paraId="61AE2416" w14:textId="4CD46E03" w:rsidR="008F3E0B" w:rsidRDefault="008F3E0B" w:rsidP="008F3E0B">
            <w:pPr>
              <w:tabs>
                <w:tab w:val="left" w:pos="5670"/>
                <w:tab w:val="left" w:pos="7044"/>
              </w:tabs>
              <w:ind w:hanging="120"/>
              <w:jc w:val="both"/>
              <w:rPr>
                <w:szCs w:val="24"/>
              </w:rPr>
            </w:pPr>
            <w:r>
              <w:rPr>
                <w:szCs w:val="24"/>
              </w:rPr>
              <w:t>Savivaldybės meras</w:t>
            </w:r>
          </w:p>
        </w:tc>
        <w:tc>
          <w:tcPr>
            <w:tcW w:w="4815" w:type="dxa"/>
          </w:tcPr>
          <w:p w14:paraId="70AB5806" w14:textId="77777777" w:rsidR="008F3E0B" w:rsidRDefault="008F3E0B">
            <w:pPr>
              <w:tabs>
                <w:tab w:val="left" w:pos="5670"/>
                <w:tab w:val="left" w:pos="7044"/>
              </w:tabs>
              <w:jc w:val="both"/>
              <w:rPr>
                <w:szCs w:val="24"/>
              </w:rPr>
            </w:pPr>
          </w:p>
        </w:tc>
      </w:tr>
    </w:tbl>
    <w:p w14:paraId="5020552D" w14:textId="6DF42B40"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70AA1BC4" w14:textId="77777777" w:rsidR="00101C00" w:rsidRDefault="00101C00">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F505A" w14:textId="77777777" w:rsidR="00B35393" w:rsidRDefault="00B35393">
      <w:r>
        <w:separator/>
      </w:r>
    </w:p>
  </w:endnote>
  <w:endnote w:type="continuationSeparator" w:id="0">
    <w:p w14:paraId="46CE0817" w14:textId="77777777" w:rsidR="00B35393" w:rsidRDefault="00B35393">
      <w:r>
        <w:continuationSeparator/>
      </w:r>
    </w:p>
  </w:endnote>
  <w:endnote w:type="continuationNotice" w:id="1">
    <w:p w14:paraId="0439B344" w14:textId="77777777" w:rsidR="00B35393" w:rsidRDefault="00B353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A6486" w14:textId="77777777" w:rsidR="00B35393" w:rsidRDefault="00B35393">
      <w:r>
        <w:separator/>
      </w:r>
    </w:p>
  </w:footnote>
  <w:footnote w:type="continuationSeparator" w:id="0">
    <w:p w14:paraId="21715283" w14:textId="77777777" w:rsidR="00B35393" w:rsidRDefault="00B35393">
      <w:r>
        <w:continuationSeparator/>
      </w:r>
    </w:p>
  </w:footnote>
  <w:footnote w:type="continuationNotice" w:id="1">
    <w:p w14:paraId="5C03BFF1" w14:textId="77777777" w:rsidR="00B35393" w:rsidRDefault="00B353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75FC"/>
    <w:rsid w:val="000B0A22"/>
    <w:rsid w:val="000B50CC"/>
    <w:rsid w:val="000D5B4C"/>
    <w:rsid w:val="00101C00"/>
    <w:rsid w:val="0014038B"/>
    <w:rsid w:val="00141E25"/>
    <w:rsid w:val="00143245"/>
    <w:rsid w:val="00163686"/>
    <w:rsid w:val="001F59E8"/>
    <w:rsid w:val="00200BBC"/>
    <w:rsid w:val="00206277"/>
    <w:rsid w:val="0021341B"/>
    <w:rsid w:val="00221347"/>
    <w:rsid w:val="002868B6"/>
    <w:rsid w:val="002B1D87"/>
    <w:rsid w:val="0032574B"/>
    <w:rsid w:val="00340159"/>
    <w:rsid w:val="003A31EE"/>
    <w:rsid w:val="003B7DF1"/>
    <w:rsid w:val="003C6592"/>
    <w:rsid w:val="00402D0A"/>
    <w:rsid w:val="00482CE7"/>
    <w:rsid w:val="004C6992"/>
    <w:rsid w:val="004C74D4"/>
    <w:rsid w:val="004D334F"/>
    <w:rsid w:val="0050662B"/>
    <w:rsid w:val="005134A6"/>
    <w:rsid w:val="00526169"/>
    <w:rsid w:val="00555BD6"/>
    <w:rsid w:val="00602E62"/>
    <w:rsid w:val="00612688"/>
    <w:rsid w:val="00623CF7"/>
    <w:rsid w:val="00636474"/>
    <w:rsid w:val="00641F09"/>
    <w:rsid w:val="00642253"/>
    <w:rsid w:val="006568E0"/>
    <w:rsid w:val="006860A4"/>
    <w:rsid w:val="006972A3"/>
    <w:rsid w:val="006B0F4A"/>
    <w:rsid w:val="006E0C10"/>
    <w:rsid w:val="007407CF"/>
    <w:rsid w:val="00763FA3"/>
    <w:rsid w:val="007C3444"/>
    <w:rsid w:val="008444DC"/>
    <w:rsid w:val="00864D86"/>
    <w:rsid w:val="008A3F0B"/>
    <w:rsid w:val="008C26C2"/>
    <w:rsid w:val="008E716B"/>
    <w:rsid w:val="008F3E0B"/>
    <w:rsid w:val="00931B06"/>
    <w:rsid w:val="009337A2"/>
    <w:rsid w:val="009808C4"/>
    <w:rsid w:val="00994E36"/>
    <w:rsid w:val="009B17CB"/>
    <w:rsid w:val="00A05D7B"/>
    <w:rsid w:val="00A667EC"/>
    <w:rsid w:val="00AF5110"/>
    <w:rsid w:val="00B06467"/>
    <w:rsid w:val="00B26615"/>
    <w:rsid w:val="00B35393"/>
    <w:rsid w:val="00B37777"/>
    <w:rsid w:val="00B42575"/>
    <w:rsid w:val="00B51E09"/>
    <w:rsid w:val="00B62C26"/>
    <w:rsid w:val="00BA6DC4"/>
    <w:rsid w:val="00BF2C69"/>
    <w:rsid w:val="00BF3F6A"/>
    <w:rsid w:val="00C4141B"/>
    <w:rsid w:val="00C4268C"/>
    <w:rsid w:val="00C67920"/>
    <w:rsid w:val="00C75F90"/>
    <w:rsid w:val="00CC21B5"/>
    <w:rsid w:val="00CC233F"/>
    <w:rsid w:val="00CD1D54"/>
    <w:rsid w:val="00CD3908"/>
    <w:rsid w:val="00CF7BC8"/>
    <w:rsid w:val="00D11319"/>
    <w:rsid w:val="00D6428C"/>
    <w:rsid w:val="00DB4D5F"/>
    <w:rsid w:val="00E20767"/>
    <w:rsid w:val="00E216E0"/>
    <w:rsid w:val="00EB7BAE"/>
    <w:rsid w:val="00F14F04"/>
    <w:rsid w:val="00F931FE"/>
    <w:rsid w:val="00FB745C"/>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uiPriority w:val="34"/>
    <w:qFormat/>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1</TotalTime>
  <Pages>1</Pages>
  <Words>1078</Words>
  <Characters>616</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2026-01-19T09:40:00Z</dcterms:created>
  <dcterms:modified xsi:type="dcterms:W3CDTF">2026-01-19T09:41:00Z</dcterms:modified>
</cp:coreProperties>
</file>